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7669A08" w:rsidR="000D24FD" w:rsidRPr="00E920A9" w:rsidRDefault="000D24FD" w:rsidP="00E920A9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920A9" w:rsidRPr="00E920A9">
        <w:rPr>
          <w:rFonts w:cstheme="minorHAnsi"/>
          <w:b/>
          <w:lang w:eastAsia="pl-PL"/>
        </w:rPr>
        <w:t>POST/DYS/OLD/GZ/04243/2025</w:t>
      </w:r>
      <w:r w:rsidR="00E920A9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E920A9" w:rsidRPr="00E920A9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miasta i gminy Sochaczew</w:t>
      </w:r>
      <w:r w:rsidR="00E920A9">
        <w:rPr>
          <w:rFonts w:cstheme="minorHAnsi"/>
          <w:b/>
          <w:bCs/>
          <w:szCs w:val="18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48B8719" w14:textId="259CF3DF" w:rsidR="00B73C18" w:rsidRPr="00E920A9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4F5C301" w14:textId="77777777" w:rsidR="00E920A9" w:rsidRPr="00E920A9" w:rsidRDefault="00E920A9" w:rsidP="00E920A9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1346FE78" w:rsidR="00347E8D" w:rsidRPr="006B2C28" w:rsidRDefault="00E920A9" w:rsidP="00E920A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920A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41225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1C9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0A9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POST/DYS/OLD/GZ/04243/2025                        </dmsv2SWPP2ObjectNumber>
    <dmsv2SWPP2SumMD5 xmlns="http://schemas.microsoft.com/sharepoint/v3">bb9a3dbbd923576f2d6a53a8034d809f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DPFVW34YURAE-834641568-1906</_dlc_DocId>
    <_dlc_DocIdUrl xmlns="a19cb1c7-c5c7-46d4-85ae-d83685407bba">
      <Url>https://swpp2.dms.gkpge.pl/sites/40/_layouts/15/DocIdRedir.aspx?ID=DPFVW34YURAE-834641568-1906</Url>
      <Description>DPFVW34YURAE-834641568-1906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1E36B5E-2C9C-479B-8AAD-3CCC6A3D01A6}"/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2025-10-02T08:28:00Z</dcterms:created>
  <dcterms:modified xsi:type="dcterms:W3CDTF">2025-11-25T08:12:00Z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97f6d0dc-2473-456b-b5c9-bbaad639a94e</vt:lpwstr>
  </property>
</Properties>
</file>